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F310F" w14:textId="1E40C761" w:rsidR="00A108F7" w:rsidRPr="00A108F7" w:rsidRDefault="00A108F7" w:rsidP="00A108F7">
      <w:pPr>
        <w:jc w:val="center"/>
        <w:rPr>
          <w:rFonts w:ascii="Calibri" w:hAnsi="Calibri"/>
          <w:b/>
          <w:sz w:val="40"/>
          <w:szCs w:val="40"/>
        </w:rPr>
      </w:pPr>
      <w:r w:rsidRPr="00A108F7">
        <w:rPr>
          <w:rFonts w:ascii="Calibri" w:hAnsi="Calibri"/>
          <w:b/>
          <w:sz w:val="40"/>
          <w:szCs w:val="40"/>
        </w:rPr>
        <w:t>NOTES</w:t>
      </w:r>
    </w:p>
    <w:p w14:paraId="778EF7A2" w14:textId="77777777" w:rsidR="00A108F7" w:rsidRDefault="00A108F7" w:rsidP="00A108F7">
      <w:pPr>
        <w:rPr>
          <w:rFonts w:ascii="Calibri" w:hAnsi="Calibri"/>
          <w:b/>
        </w:rPr>
      </w:pPr>
    </w:p>
    <w:p w14:paraId="7F5D1F82" w14:textId="77777777" w:rsidR="00A108F7" w:rsidRDefault="00A108F7" w:rsidP="00A108F7">
      <w:pPr>
        <w:spacing w:line="360" w:lineRule="auto"/>
        <w:rPr>
          <w:rFonts w:ascii="Calibri" w:hAnsi="Calibri"/>
        </w:rPr>
      </w:pPr>
      <w:r w:rsidRPr="007B75CC">
        <w:rPr>
          <w:rFonts w:ascii="Calibri" w:hAnsi="Calibri"/>
          <w:b/>
        </w:rPr>
        <w:t>Effective nuclear charge</w:t>
      </w:r>
      <w:r>
        <w:rPr>
          <w:rFonts w:ascii="Calibri" w:hAnsi="Calibri"/>
        </w:rPr>
        <w:t>: the strength of the attraction between protons and electrons in an atom</w:t>
      </w:r>
    </w:p>
    <w:p w14:paraId="328EB8E3" w14:textId="77777777" w:rsidR="00A108F7" w:rsidRDefault="00A108F7" w:rsidP="00A108F7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Increases across a period</w:t>
      </w:r>
    </w:p>
    <w:p w14:paraId="28579D48" w14:textId="77777777" w:rsidR="00A108F7" w:rsidRPr="007B75CC" w:rsidRDefault="00A108F7" w:rsidP="00A108F7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Stays the same down a group because the increase in nuclear charge is canceled out by the increase in shielding electrons</w:t>
      </w:r>
    </w:p>
    <w:p w14:paraId="44398B34" w14:textId="77777777" w:rsidR="00A108F7" w:rsidRDefault="00A108F7" w:rsidP="00A108F7">
      <w:pPr>
        <w:spacing w:line="360" w:lineRule="auto"/>
        <w:rPr>
          <w:rFonts w:ascii="Calibri" w:hAnsi="Calibri"/>
        </w:rPr>
      </w:pPr>
      <w:r w:rsidRPr="007B75CC">
        <w:rPr>
          <w:rFonts w:ascii="Calibri" w:hAnsi="Calibri"/>
          <w:b/>
        </w:rPr>
        <w:t>Shielding electrons</w:t>
      </w:r>
      <w:r>
        <w:rPr>
          <w:rFonts w:ascii="Calibri" w:hAnsi="Calibri"/>
        </w:rPr>
        <w:t>: electrons in the energy levels between the nucleus and valence electrons.</w:t>
      </w:r>
    </w:p>
    <w:p w14:paraId="6E9E1EA2" w14:textId="77777777" w:rsidR="00A108F7" w:rsidRPr="002949F4" w:rsidRDefault="00A108F7" w:rsidP="00A108F7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2949F4">
        <w:rPr>
          <w:rFonts w:ascii="Calibri" w:hAnsi="Calibri"/>
        </w:rPr>
        <w:t>Called shielding because they shield valence electrons from the force of attraction exerted by the positive charge in the nucleus.</w:t>
      </w:r>
    </w:p>
    <w:p w14:paraId="430A1766" w14:textId="77777777" w:rsidR="00A108F7" w:rsidRPr="007B75CC" w:rsidRDefault="00A108F7" w:rsidP="00A108F7">
      <w:pPr>
        <w:spacing w:line="360" w:lineRule="auto"/>
        <w:rPr>
          <w:rFonts w:ascii="Calibri" w:hAnsi="Calibri"/>
          <w:b/>
        </w:rPr>
      </w:pPr>
      <w:r w:rsidRPr="007B75CC">
        <w:rPr>
          <w:rFonts w:ascii="Calibri" w:hAnsi="Calibri"/>
          <w:b/>
        </w:rPr>
        <w:t>Connection to Periodic Trends:</w:t>
      </w:r>
    </w:p>
    <w:p w14:paraId="75308948" w14:textId="77777777" w:rsidR="00A108F7" w:rsidRDefault="00A108F7" w:rsidP="00A108F7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Electronegativity and ionization energy decrease down a group because there are more shielding electrons, so the nucleus has a weaker hold on the valence electrons</w:t>
      </w:r>
    </w:p>
    <w:p w14:paraId="620F7834" w14:textId="77777777" w:rsidR="00A108F7" w:rsidRDefault="00A108F7" w:rsidP="00A108F7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Electronegativity: electron shielding makes it harder to attract more electrons</w:t>
      </w:r>
    </w:p>
    <w:p w14:paraId="06835636" w14:textId="77777777" w:rsidR="00A108F7" w:rsidRPr="002949F4" w:rsidRDefault="00A108F7" w:rsidP="00A108F7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Ionization energy: electron shielding makes it easier to remove an electron from an atom</w:t>
      </w:r>
    </w:p>
    <w:p w14:paraId="59C95574" w14:textId="77777777" w:rsidR="00A108F7" w:rsidRDefault="00A108F7" w:rsidP="00A108F7">
      <w:pPr>
        <w:rPr>
          <w:rFonts w:ascii="Calibri" w:hAnsi="Calibri"/>
        </w:rPr>
      </w:pPr>
    </w:p>
    <w:p w14:paraId="54D8A31D" w14:textId="77777777" w:rsidR="00440986" w:rsidRDefault="00440986" w:rsidP="007B75CC">
      <w:pPr>
        <w:rPr>
          <w:rFonts w:ascii="Calibri" w:hAnsi="Calibri"/>
        </w:rPr>
      </w:pPr>
    </w:p>
    <w:p w14:paraId="15F679B6" w14:textId="77777777" w:rsidR="00440986" w:rsidRDefault="00440986" w:rsidP="007B75CC">
      <w:pPr>
        <w:rPr>
          <w:rFonts w:ascii="Calibri" w:hAnsi="Calibri"/>
        </w:rPr>
      </w:pPr>
    </w:p>
    <w:p w14:paraId="2BA7FD5B" w14:textId="77777777" w:rsidR="00440986" w:rsidRDefault="00440986" w:rsidP="007B75CC">
      <w:pPr>
        <w:rPr>
          <w:rFonts w:ascii="Calibri" w:hAnsi="Calibri"/>
        </w:rPr>
      </w:pPr>
    </w:p>
    <w:p w14:paraId="66AF5569" w14:textId="77777777" w:rsidR="00440986" w:rsidRDefault="00440986" w:rsidP="007B75CC">
      <w:pPr>
        <w:rPr>
          <w:rFonts w:ascii="Calibri" w:hAnsi="Calibri"/>
        </w:rPr>
      </w:pPr>
    </w:p>
    <w:p w14:paraId="6F6C96AD" w14:textId="77777777" w:rsidR="00440986" w:rsidRDefault="00440986" w:rsidP="007B75CC">
      <w:pPr>
        <w:rPr>
          <w:rFonts w:ascii="Calibri" w:hAnsi="Calibri"/>
        </w:rPr>
      </w:pPr>
    </w:p>
    <w:p w14:paraId="33DD5C84" w14:textId="77777777" w:rsidR="00440986" w:rsidRDefault="00440986" w:rsidP="007B75CC">
      <w:pPr>
        <w:rPr>
          <w:rFonts w:ascii="Calibri" w:hAnsi="Calibri"/>
        </w:rPr>
      </w:pPr>
    </w:p>
    <w:p w14:paraId="4E32FC8F" w14:textId="77777777" w:rsidR="00440986" w:rsidRDefault="00440986" w:rsidP="007B75CC">
      <w:pPr>
        <w:rPr>
          <w:rFonts w:ascii="Calibri" w:hAnsi="Calibri"/>
        </w:rPr>
      </w:pPr>
    </w:p>
    <w:p w14:paraId="150FD42A" w14:textId="77777777" w:rsidR="00440986" w:rsidRDefault="00440986" w:rsidP="007B75CC">
      <w:pPr>
        <w:rPr>
          <w:rFonts w:ascii="Calibri" w:hAnsi="Calibri"/>
        </w:rPr>
      </w:pPr>
    </w:p>
    <w:p w14:paraId="1B4B1D69" w14:textId="77777777" w:rsidR="00440986" w:rsidRDefault="00440986" w:rsidP="007B75CC">
      <w:pPr>
        <w:rPr>
          <w:rFonts w:ascii="Calibri" w:hAnsi="Calibri"/>
        </w:rPr>
      </w:pPr>
    </w:p>
    <w:p w14:paraId="2BB409EE" w14:textId="77777777" w:rsidR="00440986" w:rsidRDefault="00440986" w:rsidP="007B75CC">
      <w:pPr>
        <w:rPr>
          <w:rFonts w:ascii="Calibri" w:hAnsi="Calibri"/>
        </w:rPr>
      </w:pPr>
    </w:p>
    <w:p w14:paraId="34EDBF8F" w14:textId="77777777" w:rsidR="00440986" w:rsidRDefault="00440986" w:rsidP="007B75CC">
      <w:pPr>
        <w:rPr>
          <w:rFonts w:ascii="Calibri" w:hAnsi="Calibri"/>
        </w:rPr>
      </w:pPr>
    </w:p>
    <w:p w14:paraId="1FDAB176" w14:textId="77777777" w:rsidR="00440986" w:rsidRDefault="00440986" w:rsidP="007B75CC">
      <w:pPr>
        <w:rPr>
          <w:rFonts w:ascii="Calibri" w:hAnsi="Calibri"/>
        </w:rPr>
      </w:pPr>
    </w:p>
    <w:p w14:paraId="23D6AD8C" w14:textId="77777777" w:rsidR="00440986" w:rsidRDefault="00440986" w:rsidP="007B75CC">
      <w:pPr>
        <w:rPr>
          <w:rFonts w:ascii="Calibri" w:hAnsi="Calibri"/>
        </w:rPr>
      </w:pPr>
    </w:p>
    <w:p w14:paraId="7DCC97BE" w14:textId="77777777" w:rsidR="00440986" w:rsidRDefault="00440986" w:rsidP="007B75CC">
      <w:pPr>
        <w:rPr>
          <w:rFonts w:ascii="Calibri" w:hAnsi="Calibri"/>
        </w:rPr>
      </w:pPr>
    </w:p>
    <w:p w14:paraId="2CE64398" w14:textId="77777777" w:rsidR="00440986" w:rsidRDefault="00440986" w:rsidP="007B75CC">
      <w:pPr>
        <w:rPr>
          <w:rFonts w:ascii="Calibri" w:hAnsi="Calibri"/>
        </w:rPr>
      </w:pPr>
    </w:p>
    <w:p w14:paraId="18BBE388" w14:textId="77777777" w:rsidR="00440986" w:rsidRDefault="00440986" w:rsidP="007B75CC">
      <w:pPr>
        <w:rPr>
          <w:rFonts w:ascii="Calibri" w:hAnsi="Calibri"/>
        </w:rPr>
      </w:pPr>
    </w:p>
    <w:p w14:paraId="7B148C8E" w14:textId="77777777" w:rsidR="00440986" w:rsidRDefault="00440986" w:rsidP="007B75CC">
      <w:pPr>
        <w:rPr>
          <w:rFonts w:ascii="Calibri" w:hAnsi="Calibri"/>
        </w:rPr>
      </w:pPr>
    </w:p>
    <w:p w14:paraId="5E610D9C" w14:textId="77777777" w:rsidR="00440986" w:rsidRDefault="00440986" w:rsidP="007B75CC">
      <w:pPr>
        <w:rPr>
          <w:rFonts w:ascii="Calibri" w:hAnsi="Calibri"/>
        </w:rPr>
      </w:pPr>
    </w:p>
    <w:p w14:paraId="4C53F469" w14:textId="77777777" w:rsidR="00440986" w:rsidRDefault="00440986" w:rsidP="007B75CC">
      <w:pPr>
        <w:rPr>
          <w:rFonts w:ascii="Calibri" w:hAnsi="Calibri"/>
        </w:rPr>
      </w:pPr>
    </w:p>
    <w:p w14:paraId="4BD438B6" w14:textId="77777777" w:rsidR="00440986" w:rsidRDefault="00440986" w:rsidP="007B75CC">
      <w:pPr>
        <w:rPr>
          <w:rFonts w:ascii="Calibri" w:hAnsi="Calibri"/>
        </w:rPr>
      </w:pPr>
    </w:p>
    <w:p w14:paraId="27906C6B" w14:textId="77777777" w:rsidR="00440986" w:rsidRDefault="00440986" w:rsidP="007B75CC">
      <w:pPr>
        <w:rPr>
          <w:rFonts w:ascii="Calibri" w:hAnsi="Calibri"/>
        </w:rPr>
      </w:pPr>
    </w:p>
    <w:p w14:paraId="6A9C1797" w14:textId="77777777" w:rsidR="00440986" w:rsidRDefault="00440986" w:rsidP="007B75CC">
      <w:pPr>
        <w:rPr>
          <w:rFonts w:ascii="Calibri" w:hAnsi="Calibri"/>
        </w:rPr>
      </w:pPr>
    </w:p>
    <w:p w14:paraId="0141EA14" w14:textId="77777777" w:rsidR="00440986" w:rsidRDefault="00440986" w:rsidP="007B75CC">
      <w:pPr>
        <w:rPr>
          <w:rFonts w:ascii="Calibri" w:hAnsi="Calibri"/>
        </w:rPr>
      </w:pPr>
    </w:p>
    <w:p w14:paraId="58BDBC28" w14:textId="77777777" w:rsidR="00440986" w:rsidRDefault="00440986" w:rsidP="007B75CC">
      <w:pPr>
        <w:rPr>
          <w:rFonts w:ascii="Calibri" w:hAnsi="Calibri"/>
        </w:rPr>
      </w:pPr>
    </w:p>
    <w:p w14:paraId="01E841E6" w14:textId="77777777" w:rsidR="00440986" w:rsidRDefault="00440986" w:rsidP="007B75CC">
      <w:pPr>
        <w:rPr>
          <w:rFonts w:ascii="Calibri" w:hAnsi="Calibri"/>
        </w:rPr>
      </w:pPr>
    </w:p>
    <w:p w14:paraId="4634BAB1" w14:textId="77777777" w:rsidR="00440986" w:rsidRDefault="00440986" w:rsidP="007B75CC">
      <w:pPr>
        <w:rPr>
          <w:rFonts w:ascii="Calibri" w:hAnsi="Calibri"/>
        </w:rPr>
      </w:pPr>
    </w:p>
    <w:p w14:paraId="6FEB0399" w14:textId="77777777" w:rsidR="00440986" w:rsidRDefault="00440986" w:rsidP="007B75CC">
      <w:pPr>
        <w:rPr>
          <w:rFonts w:ascii="Calibri" w:hAnsi="Calibri"/>
        </w:rPr>
      </w:pPr>
    </w:p>
    <w:p w14:paraId="2D3C44CC" w14:textId="6876181C" w:rsidR="000B489C" w:rsidRPr="004B4E83" w:rsidRDefault="003E0BEB" w:rsidP="007B75CC">
      <w:pPr>
        <w:rPr>
          <w:rFonts w:ascii="Calibri" w:hAnsi="Calibri"/>
        </w:rPr>
      </w:pPr>
      <w:r w:rsidRPr="004B4E83">
        <w:rPr>
          <w:rFonts w:ascii="Calibri" w:hAnsi="Calibri"/>
        </w:rPr>
        <w:lastRenderedPageBreak/>
        <w:t>Name: _________________________________</w:t>
      </w:r>
      <w:r w:rsidRPr="004B4E83">
        <w:rPr>
          <w:rFonts w:ascii="Calibri" w:hAnsi="Calibri"/>
        </w:rPr>
        <w:tab/>
      </w:r>
      <w:r w:rsidR="00440986">
        <w:rPr>
          <w:rFonts w:ascii="Calibri" w:hAnsi="Calibri"/>
        </w:rPr>
        <w:tab/>
      </w:r>
      <w:bookmarkStart w:id="0" w:name="_GoBack"/>
      <w:bookmarkEnd w:id="0"/>
      <w:r w:rsidRPr="004B4E83">
        <w:rPr>
          <w:rFonts w:ascii="Calibri" w:hAnsi="Calibri"/>
        </w:rPr>
        <w:t>Period: _______</w:t>
      </w:r>
      <w:r w:rsidRPr="004B4E83">
        <w:rPr>
          <w:rFonts w:ascii="Calibri" w:hAnsi="Calibri"/>
        </w:rPr>
        <w:tab/>
      </w:r>
      <w:r w:rsidR="00440986">
        <w:rPr>
          <w:rFonts w:ascii="Calibri" w:hAnsi="Calibri"/>
        </w:rPr>
        <w:tab/>
      </w:r>
      <w:r w:rsidRPr="004B4E83">
        <w:rPr>
          <w:rFonts w:ascii="Calibri" w:hAnsi="Calibri"/>
        </w:rPr>
        <w:t>Date: _____________</w:t>
      </w:r>
    </w:p>
    <w:p w14:paraId="2B8CEFF7" w14:textId="77777777" w:rsidR="00F31998" w:rsidRPr="004B4E83" w:rsidRDefault="00F31998" w:rsidP="007B75CC">
      <w:pPr>
        <w:rPr>
          <w:rFonts w:ascii="Calibri" w:hAnsi="Calibri"/>
        </w:rPr>
      </w:pPr>
    </w:p>
    <w:p w14:paraId="27FD1A5E" w14:textId="782CC890" w:rsidR="003E0BEB" w:rsidRDefault="007B75CC" w:rsidP="00A108F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Effective Nuclear Charge &amp; Shielding Electrons</w:t>
      </w:r>
      <w:r w:rsidR="00A108F7">
        <w:rPr>
          <w:rFonts w:ascii="Calibri" w:hAnsi="Calibri"/>
          <w:b/>
          <w:sz w:val="36"/>
          <w:szCs w:val="36"/>
        </w:rPr>
        <w:t xml:space="preserve"> Practice Problems</w:t>
      </w:r>
    </w:p>
    <w:p w14:paraId="33E958FF" w14:textId="77777777" w:rsidR="007B75CC" w:rsidRDefault="007B75CC" w:rsidP="007B75CC">
      <w:pPr>
        <w:rPr>
          <w:rFonts w:ascii="Calibri" w:hAnsi="Calibri"/>
        </w:rPr>
      </w:pPr>
    </w:p>
    <w:p w14:paraId="3923809A" w14:textId="77777777" w:rsidR="00A108F7" w:rsidRPr="00F31998" w:rsidRDefault="00A108F7" w:rsidP="00A108F7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F31998">
        <w:rPr>
          <w:rFonts w:ascii="Calibri" w:hAnsi="Calibri"/>
        </w:rPr>
        <w:t xml:space="preserve">Complete the </w:t>
      </w:r>
      <w:r>
        <w:rPr>
          <w:rFonts w:ascii="Calibri" w:hAnsi="Calibri"/>
        </w:rPr>
        <w:t>table below using your knowledge of effective nuclear charge and shielding electrons. Use the hints in the first row to help you with your calculations.</w:t>
      </w: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1142"/>
        <w:gridCol w:w="1775"/>
        <w:gridCol w:w="1808"/>
        <w:gridCol w:w="1386"/>
        <w:gridCol w:w="1908"/>
        <w:gridCol w:w="2997"/>
      </w:tblGrid>
      <w:tr w:rsidR="00A108F7" w14:paraId="26302A6B" w14:textId="77777777" w:rsidTr="00E97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095B21" w14:textId="77777777" w:rsidR="00A108F7" w:rsidRPr="0059434A" w:rsidRDefault="00A108F7" w:rsidP="00E97BB2">
            <w:pPr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>Element</w:t>
            </w:r>
          </w:p>
        </w:tc>
        <w:tc>
          <w:tcPr>
            <w:tcW w:w="0" w:type="auto"/>
          </w:tcPr>
          <w:p w14:paraId="5BF9C9E4" w14:textId="77777777" w:rsidR="00A108F7" w:rsidRPr="0059434A" w:rsidRDefault="00A108F7" w:rsidP="00E97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>Nuclear Charge (atomic number)</w:t>
            </w:r>
          </w:p>
        </w:tc>
        <w:tc>
          <w:tcPr>
            <w:tcW w:w="0" w:type="auto"/>
          </w:tcPr>
          <w:p w14:paraId="18C325EB" w14:textId="77777777" w:rsidR="00A108F7" w:rsidRPr="0059434A" w:rsidRDefault="00A108F7" w:rsidP="00E97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>Total electrons (atomic number)</w:t>
            </w:r>
          </w:p>
        </w:tc>
        <w:tc>
          <w:tcPr>
            <w:tcW w:w="0" w:type="auto"/>
          </w:tcPr>
          <w:p w14:paraId="1192660A" w14:textId="77777777" w:rsidR="00A108F7" w:rsidRPr="0059434A" w:rsidRDefault="00A108F7" w:rsidP="00E97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>Valence electrons</w:t>
            </w:r>
          </w:p>
        </w:tc>
        <w:tc>
          <w:tcPr>
            <w:tcW w:w="0" w:type="auto"/>
          </w:tcPr>
          <w:p w14:paraId="386153EB" w14:textId="77777777" w:rsidR="00A108F7" w:rsidRPr="0059434A" w:rsidRDefault="00A108F7" w:rsidP="00E97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 xml:space="preserve">Shielding electrons </w:t>
            </w:r>
            <w:r w:rsidRPr="0059434A">
              <w:rPr>
                <w:rFonts w:ascii="Calibri" w:hAnsi="Calibri"/>
                <w:i/>
              </w:rPr>
              <w:t>(total – valence)</w:t>
            </w:r>
          </w:p>
        </w:tc>
        <w:tc>
          <w:tcPr>
            <w:tcW w:w="0" w:type="auto"/>
          </w:tcPr>
          <w:p w14:paraId="08DD2063" w14:textId="77777777" w:rsidR="00A108F7" w:rsidRPr="0059434A" w:rsidRDefault="00A108F7" w:rsidP="00E97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4A">
              <w:rPr>
                <w:rFonts w:ascii="Calibri" w:hAnsi="Calibri"/>
              </w:rPr>
              <w:t xml:space="preserve">Charge “felt” by valence electrons </w:t>
            </w:r>
            <w:r w:rsidRPr="0059434A">
              <w:rPr>
                <w:rFonts w:ascii="Calibri" w:hAnsi="Calibri"/>
                <w:i/>
              </w:rPr>
              <w:t>(nuclear charge – shielding electrons)</w:t>
            </w:r>
          </w:p>
        </w:tc>
      </w:tr>
      <w:tr w:rsidR="00A108F7" w14:paraId="0273078B" w14:textId="77777777" w:rsidTr="00E97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D8040B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  <w:r w:rsidRPr="00F31998">
              <w:rPr>
                <w:rFonts w:ascii="Calibri" w:hAnsi="Calibri"/>
                <w:b w:val="0"/>
              </w:rPr>
              <w:t>Fluorine</w:t>
            </w:r>
          </w:p>
        </w:tc>
        <w:tc>
          <w:tcPr>
            <w:tcW w:w="0" w:type="auto"/>
          </w:tcPr>
          <w:p w14:paraId="1A1FE42E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  <w:p w14:paraId="031D8AC1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1F60B467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5BF5A64A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9F951AD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6CBF5028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108F7" w14:paraId="5F235912" w14:textId="77777777" w:rsidTr="00E97B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F52076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  <w:r w:rsidRPr="00F31998">
              <w:rPr>
                <w:rFonts w:ascii="Calibri" w:hAnsi="Calibri"/>
                <w:b w:val="0"/>
              </w:rPr>
              <w:t>Beryllium</w:t>
            </w:r>
          </w:p>
        </w:tc>
        <w:tc>
          <w:tcPr>
            <w:tcW w:w="0" w:type="auto"/>
          </w:tcPr>
          <w:p w14:paraId="03EB14DB" w14:textId="77777777" w:rsidR="00A108F7" w:rsidRPr="0059434A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  <w:p w14:paraId="4B1EFF42" w14:textId="77777777" w:rsidR="00A108F7" w:rsidRPr="0059434A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7F3365E8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1D97ACD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3F48FEB0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6E5F7549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108F7" w14:paraId="704BFA19" w14:textId="77777777" w:rsidTr="00E97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1CE293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  <w:r w:rsidRPr="00F31998">
              <w:rPr>
                <w:rFonts w:ascii="Calibri" w:hAnsi="Calibri"/>
                <w:b w:val="0"/>
              </w:rPr>
              <w:t>Silicon</w:t>
            </w:r>
          </w:p>
        </w:tc>
        <w:tc>
          <w:tcPr>
            <w:tcW w:w="0" w:type="auto"/>
          </w:tcPr>
          <w:p w14:paraId="69ABBD48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  <w:p w14:paraId="7C896DCF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3F46ABAA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15347034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17C12D65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68F73F80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108F7" w14:paraId="74190D6E" w14:textId="77777777" w:rsidTr="00E97B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C680CD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  <w:r w:rsidRPr="00F31998">
              <w:rPr>
                <w:rFonts w:ascii="Calibri" w:hAnsi="Calibri"/>
                <w:b w:val="0"/>
              </w:rPr>
              <w:t>Oxygen</w:t>
            </w:r>
          </w:p>
          <w:p w14:paraId="33480BB8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</w:p>
        </w:tc>
        <w:tc>
          <w:tcPr>
            <w:tcW w:w="0" w:type="auto"/>
          </w:tcPr>
          <w:p w14:paraId="6DF6641D" w14:textId="77777777" w:rsidR="00A108F7" w:rsidRPr="0059434A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  <w:p w14:paraId="5A988565" w14:textId="77777777" w:rsidR="00A108F7" w:rsidRPr="0059434A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28424969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12071332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347814AB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DBDC41A" w14:textId="77777777" w:rsidR="00A108F7" w:rsidRDefault="00A108F7" w:rsidP="00E97BB2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A108F7" w14:paraId="2515993F" w14:textId="77777777" w:rsidTr="00E97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253C10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  <w:r w:rsidRPr="00F31998">
              <w:rPr>
                <w:rFonts w:ascii="Calibri" w:hAnsi="Calibri"/>
                <w:b w:val="0"/>
              </w:rPr>
              <w:t>Gallium</w:t>
            </w:r>
          </w:p>
          <w:p w14:paraId="2F7DD21C" w14:textId="77777777" w:rsidR="00A108F7" w:rsidRPr="00F31998" w:rsidRDefault="00A108F7" w:rsidP="00E97BB2">
            <w:pPr>
              <w:spacing w:line="276" w:lineRule="auto"/>
              <w:rPr>
                <w:rFonts w:ascii="Calibri" w:hAnsi="Calibri"/>
                <w:b w:val="0"/>
              </w:rPr>
            </w:pPr>
          </w:p>
        </w:tc>
        <w:tc>
          <w:tcPr>
            <w:tcW w:w="0" w:type="auto"/>
          </w:tcPr>
          <w:p w14:paraId="08F23AAB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  <w:p w14:paraId="489A394E" w14:textId="77777777" w:rsidR="00A108F7" w:rsidRPr="0059434A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5F9552A8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E90D164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14BDEBC8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550B1446" w14:textId="77777777" w:rsidR="00A108F7" w:rsidRDefault="00A108F7" w:rsidP="00E97BB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48A4DB3B" w14:textId="77777777" w:rsidR="00A108F7" w:rsidRDefault="00A108F7" w:rsidP="00A108F7">
      <w:pPr>
        <w:rPr>
          <w:rFonts w:ascii="Calibri" w:hAnsi="Calibri"/>
        </w:rPr>
      </w:pPr>
    </w:p>
    <w:p w14:paraId="777B3C00" w14:textId="77777777" w:rsidR="00A108F7" w:rsidRPr="007B75CC" w:rsidRDefault="00A108F7" w:rsidP="00A108F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/>
        </w:rPr>
        <w:t>Circle the element that has more shielding:</w:t>
      </w:r>
    </w:p>
    <w:p w14:paraId="4DB9B679" w14:textId="77777777" w:rsidR="00A108F7" w:rsidRDefault="00A108F7" w:rsidP="00A108F7">
      <w:pPr>
        <w:pStyle w:val="ListParagraph"/>
        <w:numPr>
          <w:ilvl w:val="1"/>
          <w:numId w:val="3"/>
        </w:numPr>
        <w:spacing w:line="480" w:lineRule="auto"/>
        <w:rPr>
          <w:rFonts w:ascii="Calibri" w:hAnsi="Calibri"/>
        </w:rPr>
        <w:sectPr w:rsidR="00A108F7" w:rsidSect="00A108F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9A1E24" w14:textId="77777777" w:rsidR="00A108F7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B or In</w:t>
      </w:r>
    </w:p>
    <w:p w14:paraId="7B833147" w14:textId="77777777" w:rsidR="00A108F7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>Cl or I</w:t>
      </w:r>
    </w:p>
    <w:p w14:paraId="730667B4" w14:textId="77777777" w:rsidR="00A108F7" w:rsidRPr="007B75CC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/>
        </w:rPr>
        <w:t>Mg or S</w:t>
      </w:r>
    </w:p>
    <w:p w14:paraId="57C5486B" w14:textId="77777777" w:rsidR="00A108F7" w:rsidRPr="007B75CC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/>
        </w:rPr>
        <w:t>Ar or Xe</w:t>
      </w:r>
    </w:p>
    <w:p w14:paraId="46781D98" w14:textId="77777777" w:rsidR="00A108F7" w:rsidRPr="007B75CC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/>
        </w:rPr>
        <w:t>Tl or Y</w:t>
      </w:r>
    </w:p>
    <w:p w14:paraId="09141934" w14:textId="77777777" w:rsidR="00A108F7" w:rsidRPr="007B75CC" w:rsidRDefault="00A108F7" w:rsidP="00E97BB2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/>
        </w:rPr>
        <w:t>Ca or Ga</w:t>
      </w:r>
    </w:p>
    <w:p w14:paraId="63179038" w14:textId="77777777" w:rsidR="00A108F7" w:rsidRDefault="00A108F7" w:rsidP="00A108F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 w:cs="Trebuchet MS"/>
        </w:rPr>
        <w:sectPr w:rsidR="00A108F7" w:rsidSect="0059434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1A049441" w14:textId="77777777" w:rsidR="00A108F7" w:rsidRPr="007B75CC" w:rsidRDefault="00A108F7" w:rsidP="00A108F7">
      <w:pPr>
        <w:pStyle w:val="ListParagraph"/>
        <w:numPr>
          <w:ilvl w:val="0"/>
          <w:numId w:val="13"/>
        </w:numPr>
        <w:spacing w:line="480" w:lineRule="auto"/>
        <w:rPr>
          <w:rFonts w:ascii="Calibri" w:hAnsi="Calibri"/>
        </w:rPr>
      </w:pPr>
      <w:r w:rsidRPr="007B75CC">
        <w:rPr>
          <w:rFonts w:ascii="Calibri" w:hAnsi="Calibri" w:cs="Trebuchet MS"/>
        </w:rPr>
        <w:t>What charge do the electrons feel in the first level of a neon atom?</w:t>
      </w:r>
    </w:p>
    <w:p w14:paraId="1DDC6397" w14:textId="1C9927B9" w:rsidR="00A108F7" w:rsidRPr="00E97BB2" w:rsidRDefault="00A108F7" w:rsidP="00E97BB2">
      <w:pPr>
        <w:pStyle w:val="ListParagraph"/>
        <w:numPr>
          <w:ilvl w:val="0"/>
          <w:numId w:val="17"/>
        </w:numPr>
        <w:spacing w:line="480" w:lineRule="auto"/>
        <w:rPr>
          <w:rFonts w:ascii="Calibri" w:hAnsi="Calibri"/>
        </w:rPr>
      </w:pPr>
      <w:r>
        <w:rPr>
          <w:rFonts w:ascii="Calibri" w:hAnsi="Calibri" w:cs="Trebuchet MS"/>
        </w:rPr>
        <w:t>Nuclear charge: ________</w:t>
      </w:r>
    </w:p>
    <w:p w14:paraId="2AE566C2" w14:textId="326C5B49" w:rsidR="00A108F7" w:rsidRPr="00E97BB2" w:rsidRDefault="00A108F7" w:rsidP="00E97BB2">
      <w:pPr>
        <w:pStyle w:val="ListParagraph"/>
        <w:numPr>
          <w:ilvl w:val="0"/>
          <w:numId w:val="17"/>
        </w:numPr>
        <w:spacing w:line="480" w:lineRule="auto"/>
        <w:rPr>
          <w:rFonts w:ascii="Calibri" w:hAnsi="Calibri"/>
        </w:rPr>
      </w:pPr>
      <w:r>
        <w:rPr>
          <w:rFonts w:ascii="Calibri" w:hAnsi="Calibri" w:cs="Trebuchet MS"/>
        </w:rPr>
        <w:t>Are there any shielding electrons between the nucleus and the first energy level? ________</w:t>
      </w:r>
    </w:p>
    <w:p w14:paraId="3DA3DE38" w14:textId="526824F1" w:rsidR="00A108F7" w:rsidRPr="00E97BB2" w:rsidRDefault="00A108F7" w:rsidP="00A108F7">
      <w:pPr>
        <w:pStyle w:val="ListParagraph"/>
        <w:numPr>
          <w:ilvl w:val="0"/>
          <w:numId w:val="17"/>
        </w:numPr>
        <w:spacing w:line="480" w:lineRule="auto"/>
        <w:rPr>
          <w:rFonts w:ascii="Calibri" w:hAnsi="Calibri"/>
        </w:rPr>
      </w:pPr>
      <w:r>
        <w:rPr>
          <w:rFonts w:ascii="Calibri" w:hAnsi="Calibri"/>
        </w:rPr>
        <w:t xml:space="preserve">Charge felt by the first level electrons: </w:t>
      </w:r>
      <w:r>
        <w:rPr>
          <w:rFonts w:ascii="Calibri" w:hAnsi="Calibri" w:cs="Trebuchet MS"/>
        </w:rPr>
        <w:t>________</w:t>
      </w:r>
    </w:p>
    <w:p w14:paraId="474B45F0" w14:textId="77777777" w:rsidR="00A108F7" w:rsidRPr="0059434A" w:rsidRDefault="00A108F7" w:rsidP="00A108F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 w:rsidRPr="007B75CC">
        <w:rPr>
          <w:rFonts w:ascii="Calibri" w:hAnsi="Calibri" w:cs="Trebuchet MS"/>
        </w:rPr>
        <w:t>What charge do the valence electrons of a neon atom feel?  </w:t>
      </w:r>
    </w:p>
    <w:p w14:paraId="42A60F08" w14:textId="77777777" w:rsidR="00A108F7" w:rsidRDefault="00A108F7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005E0D44" w14:textId="77777777" w:rsidR="00E97BB2" w:rsidRPr="0059434A" w:rsidRDefault="00E97BB2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779B8D9B" w14:textId="77777777" w:rsidR="00A108F7" w:rsidRPr="0059434A" w:rsidRDefault="00A108F7" w:rsidP="00A108F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 w:rsidRPr="007B75CC">
        <w:rPr>
          <w:rFonts w:ascii="Calibri" w:hAnsi="Calibri" w:cs="Trebuchet MS"/>
        </w:rPr>
        <w:t>What charge do the electrons feel in the first level of a sodium atom?  </w:t>
      </w:r>
    </w:p>
    <w:p w14:paraId="25945C23" w14:textId="77777777" w:rsidR="00A108F7" w:rsidRDefault="00A108F7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5290D798" w14:textId="77777777" w:rsidR="00A108F7" w:rsidRPr="0059434A" w:rsidRDefault="00A108F7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4E8F7FC9" w14:textId="4254ED4C" w:rsidR="00A108F7" w:rsidRPr="00E97BB2" w:rsidRDefault="00A108F7" w:rsidP="00A108F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  <w:r w:rsidRPr="007B75CC">
        <w:rPr>
          <w:rFonts w:ascii="Calibri" w:hAnsi="Calibri" w:cs="Trebuchet MS"/>
        </w:rPr>
        <w:t xml:space="preserve">What charge do the electrons feel in the </w:t>
      </w:r>
      <w:r w:rsidR="00E97BB2">
        <w:rPr>
          <w:rFonts w:ascii="Calibri" w:hAnsi="Calibri" w:cs="Trebuchet MS"/>
        </w:rPr>
        <w:t xml:space="preserve">second level of a sodium atom? </w:t>
      </w:r>
    </w:p>
    <w:p w14:paraId="722626B8" w14:textId="77777777" w:rsidR="00A108F7" w:rsidRDefault="00A108F7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2C8EFA85" w14:textId="77777777" w:rsidR="00124104" w:rsidRPr="0059434A" w:rsidRDefault="00124104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imes"/>
        </w:rPr>
      </w:pPr>
    </w:p>
    <w:p w14:paraId="3CA865D8" w14:textId="77777777" w:rsidR="00A108F7" w:rsidRDefault="00A108F7" w:rsidP="00A108F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480" w:lineRule="auto"/>
        <w:rPr>
          <w:rFonts w:ascii="Calibri" w:hAnsi="Calibri" w:cs="Trebuchet MS"/>
        </w:rPr>
      </w:pPr>
      <w:r w:rsidRPr="007B75CC">
        <w:rPr>
          <w:rFonts w:ascii="Calibri" w:hAnsi="Calibri" w:cs="Trebuchet MS"/>
        </w:rPr>
        <w:t>What charge do the valence electrons of a sodium atom feel?</w:t>
      </w:r>
    </w:p>
    <w:p w14:paraId="6DE9EB24" w14:textId="77777777" w:rsidR="00A108F7" w:rsidRPr="0059434A" w:rsidRDefault="00A108F7" w:rsidP="00A108F7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rebuchet MS"/>
        </w:rPr>
      </w:pPr>
    </w:p>
    <w:p w14:paraId="69172CED" w14:textId="263A071E" w:rsidR="00A108F7" w:rsidRDefault="00A108F7" w:rsidP="00124104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Trebuchet MS"/>
        </w:rPr>
      </w:pPr>
      <w:r>
        <w:rPr>
          <w:rFonts w:ascii="Calibri" w:hAnsi="Calibri" w:cs="Trebuchet MS"/>
        </w:rPr>
        <w:t>Which will experience the greater effective nuclear charge, the electrons in Argon’s 3</w:t>
      </w:r>
      <w:r w:rsidRPr="007B75CC">
        <w:rPr>
          <w:rFonts w:ascii="Calibri" w:hAnsi="Calibri" w:cs="Trebuchet MS"/>
          <w:vertAlign w:val="superscript"/>
        </w:rPr>
        <w:t>rd</w:t>
      </w:r>
      <w:r>
        <w:rPr>
          <w:rFonts w:ascii="Calibri" w:hAnsi="Calibri" w:cs="Trebuchet MS"/>
        </w:rPr>
        <w:t xml:space="preserve"> energy level or Krypton’s 3</w:t>
      </w:r>
      <w:r w:rsidRPr="007B75CC">
        <w:rPr>
          <w:rFonts w:ascii="Calibri" w:hAnsi="Calibri" w:cs="Trebuchet MS"/>
          <w:vertAlign w:val="superscript"/>
        </w:rPr>
        <w:t>rd</w:t>
      </w:r>
      <w:r>
        <w:rPr>
          <w:rFonts w:ascii="Calibri" w:hAnsi="Calibri" w:cs="Trebuchet MS"/>
        </w:rPr>
        <w:t xml:space="preserve"> energy level?</w:t>
      </w:r>
    </w:p>
    <w:p w14:paraId="2CAAB92F" w14:textId="77777777" w:rsidR="00124104" w:rsidRDefault="00124104" w:rsidP="00E97BB2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rebuchet MS"/>
        </w:rPr>
      </w:pPr>
    </w:p>
    <w:p w14:paraId="62A85769" w14:textId="77777777" w:rsidR="00124104" w:rsidRDefault="00124104" w:rsidP="00E97BB2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Trebuchet MS"/>
        </w:rPr>
      </w:pPr>
    </w:p>
    <w:p w14:paraId="3ABB75D0" w14:textId="44A37C96" w:rsidR="00E97BB2" w:rsidRPr="00E97BB2" w:rsidRDefault="00E97BB2" w:rsidP="00E97BB2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Calibri" w:hAnsi="Calibri" w:cs="Trebuchet MS"/>
          <w:b/>
          <w:sz w:val="40"/>
          <w:szCs w:val="40"/>
        </w:rPr>
      </w:pPr>
      <w:r w:rsidRPr="00E97BB2">
        <w:rPr>
          <w:rFonts w:ascii="Calibri" w:hAnsi="Calibri" w:cs="Trebuchet MS"/>
          <w:b/>
          <w:sz w:val="40"/>
          <w:szCs w:val="40"/>
        </w:rPr>
        <w:t>CHALLENGE ROUND:</w:t>
      </w:r>
    </w:p>
    <w:p w14:paraId="09B52E27" w14:textId="77777777" w:rsidR="00E97BB2" w:rsidRPr="00E97BB2" w:rsidRDefault="00E97BB2" w:rsidP="00E97BB2">
      <w:pPr>
        <w:jc w:val="center"/>
        <w:rPr>
          <w:rFonts w:ascii="Calibri" w:hAnsi="Calibri"/>
          <w:sz w:val="32"/>
          <w:szCs w:val="32"/>
        </w:rPr>
      </w:pPr>
      <w:r w:rsidRPr="00E97BB2">
        <w:rPr>
          <w:rFonts w:ascii="Calibri" w:hAnsi="Calibri"/>
          <w:sz w:val="32"/>
          <w:szCs w:val="32"/>
        </w:rPr>
        <w:t>Which best starts each statement?</w:t>
      </w:r>
    </w:p>
    <w:p w14:paraId="06B8410C" w14:textId="28754F6F" w:rsidR="00E97BB2" w:rsidRPr="00124104" w:rsidRDefault="00E97BB2" w:rsidP="00E97BB2">
      <w:pPr>
        <w:ind w:left="1440"/>
        <w:rPr>
          <w:rFonts w:ascii="Calibri" w:hAnsi="Calibri"/>
          <w:sz w:val="28"/>
          <w:szCs w:val="28"/>
        </w:rPr>
      </w:pPr>
      <w:r w:rsidRPr="00124104">
        <w:rPr>
          <w:rFonts w:ascii="Calibri" w:hAnsi="Calibri"/>
          <w:b/>
          <w:sz w:val="28"/>
          <w:szCs w:val="28"/>
        </w:rPr>
        <w:t>A.</w:t>
      </w:r>
      <w:r w:rsidRPr="00124104">
        <w:rPr>
          <w:rFonts w:ascii="Calibri" w:hAnsi="Calibri"/>
          <w:sz w:val="28"/>
          <w:szCs w:val="28"/>
        </w:rPr>
        <w:t xml:space="preserve">   The item in column A</w:t>
      </w:r>
      <w:r w:rsidRPr="00124104">
        <w:rPr>
          <w:rFonts w:ascii="Calibri" w:hAnsi="Calibri"/>
          <w:sz w:val="28"/>
          <w:szCs w:val="28"/>
        </w:rPr>
        <w:tab/>
      </w:r>
      <w:r w:rsidRPr="00124104">
        <w:rPr>
          <w:rFonts w:ascii="Calibri" w:hAnsi="Calibri"/>
          <w:sz w:val="28"/>
          <w:szCs w:val="28"/>
        </w:rPr>
        <w:tab/>
      </w:r>
      <w:r w:rsidRPr="00124104">
        <w:rPr>
          <w:rFonts w:ascii="Calibri" w:hAnsi="Calibri"/>
          <w:b/>
          <w:sz w:val="28"/>
          <w:szCs w:val="28"/>
        </w:rPr>
        <w:t>B.</w:t>
      </w:r>
      <w:r w:rsidRPr="00124104">
        <w:rPr>
          <w:rFonts w:ascii="Calibri" w:hAnsi="Calibri"/>
          <w:sz w:val="28"/>
          <w:szCs w:val="28"/>
        </w:rPr>
        <w:t xml:space="preserve">   The item in column B</w:t>
      </w:r>
    </w:p>
    <w:p w14:paraId="65A429A5" w14:textId="37751EC1" w:rsidR="00E97BB2" w:rsidRPr="00124104" w:rsidRDefault="00E97BB2" w:rsidP="00E97BB2">
      <w:pPr>
        <w:ind w:left="1440"/>
        <w:rPr>
          <w:rFonts w:ascii="Calibri" w:hAnsi="Calibri"/>
          <w:sz w:val="28"/>
          <w:szCs w:val="28"/>
        </w:rPr>
      </w:pPr>
      <w:r w:rsidRPr="00124104">
        <w:rPr>
          <w:rFonts w:ascii="Calibri" w:hAnsi="Calibri"/>
          <w:b/>
          <w:sz w:val="28"/>
          <w:szCs w:val="28"/>
        </w:rPr>
        <w:t>C.</w:t>
      </w:r>
      <w:r w:rsidRPr="00124104">
        <w:rPr>
          <w:rFonts w:ascii="Calibri" w:hAnsi="Calibri"/>
          <w:sz w:val="28"/>
          <w:szCs w:val="28"/>
        </w:rPr>
        <w:t xml:space="preserve">   The item in column C</w:t>
      </w:r>
      <w:r w:rsidRPr="00124104">
        <w:rPr>
          <w:rFonts w:ascii="Calibri" w:hAnsi="Calibri"/>
          <w:sz w:val="28"/>
          <w:szCs w:val="28"/>
        </w:rPr>
        <w:tab/>
      </w:r>
      <w:r w:rsidRPr="00124104">
        <w:rPr>
          <w:rFonts w:ascii="Calibri" w:hAnsi="Calibri"/>
          <w:sz w:val="28"/>
          <w:szCs w:val="28"/>
        </w:rPr>
        <w:tab/>
      </w:r>
      <w:r w:rsidRPr="00124104">
        <w:rPr>
          <w:rFonts w:ascii="Calibri" w:hAnsi="Calibri"/>
          <w:b/>
          <w:sz w:val="28"/>
          <w:szCs w:val="28"/>
        </w:rPr>
        <w:t>D.</w:t>
      </w:r>
      <w:r w:rsidRPr="00124104">
        <w:rPr>
          <w:rFonts w:ascii="Calibri" w:hAnsi="Calibri"/>
          <w:sz w:val="28"/>
          <w:szCs w:val="28"/>
        </w:rPr>
        <w:t xml:space="preserve">   Neither item A nor B</w:t>
      </w:r>
    </w:p>
    <w:p w14:paraId="5937490C" w14:textId="77777777" w:rsidR="00E97BB2" w:rsidRPr="00E97BB2" w:rsidRDefault="00E97BB2" w:rsidP="00E97BB2">
      <w:pPr>
        <w:ind w:left="360"/>
        <w:rPr>
          <w:rFonts w:ascii="Calibri" w:hAnsi="Calibri"/>
        </w:rPr>
      </w:pPr>
    </w:p>
    <w:p w14:paraId="65DE994C" w14:textId="77777777" w:rsidR="00E97BB2" w:rsidRPr="00E97BB2" w:rsidRDefault="00E97BB2" w:rsidP="00E97BB2">
      <w:pPr>
        <w:spacing w:line="180" w:lineRule="auto"/>
        <w:rPr>
          <w:rFonts w:ascii="Calibri" w:hAnsi="Calibri"/>
        </w:rPr>
      </w:pPr>
    </w:p>
    <w:p w14:paraId="27ABEA34" w14:textId="5B5DACEA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</w:t>
      </w:r>
      <w:r w:rsidR="009F43C1">
        <w:rPr>
          <w:rFonts w:ascii="Calibri" w:hAnsi="Calibri"/>
        </w:rPr>
        <w:t>__</w:t>
      </w:r>
      <w:r w:rsidR="009F43C1">
        <w:rPr>
          <w:rFonts w:ascii="Calibri" w:hAnsi="Calibri"/>
        </w:rPr>
        <w:tab/>
        <w:t xml:space="preserve">1. </w:t>
      </w:r>
      <w:r w:rsidR="009F43C1">
        <w:rPr>
          <w:rFonts w:ascii="Calibri" w:hAnsi="Calibri"/>
        </w:rPr>
        <w:tab/>
        <w:t>N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O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is larger</w:t>
      </w:r>
    </w:p>
    <w:p w14:paraId="09448E75" w14:textId="77777777" w:rsidR="00E97BB2" w:rsidRPr="00E97BB2" w:rsidRDefault="00E97BB2" w:rsidP="00E97BB2">
      <w:pPr>
        <w:tabs>
          <w:tab w:val="num" w:pos="630"/>
        </w:tabs>
        <w:spacing w:line="192" w:lineRule="auto"/>
        <w:ind w:left="360"/>
        <w:rPr>
          <w:rFonts w:ascii="Calibri" w:hAnsi="Calibri"/>
        </w:rPr>
      </w:pPr>
    </w:p>
    <w:p w14:paraId="2619CF82" w14:textId="24336B58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 xml:space="preserve">2. </w:t>
      </w:r>
      <w:r w:rsidRPr="00E97BB2">
        <w:rPr>
          <w:rFonts w:ascii="Calibri" w:hAnsi="Calibri"/>
        </w:rPr>
        <w:tab/>
        <w:t>P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</w:r>
      <w:r w:rsidR="009F43C1">
        <w:rPr>
          <w:rFonts w:ascii="Calibri" w:hAnsi="Calibri"/>
        </w:rPr>
        <w:t>Al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has three valence electrons</w:t>
      </w:r>
    </w:p>
    <w:p w14:paraId="353215D0" w14:textId="77777777" w:rsidR="00E97BB2" w:rsidRPr="00E97BB2" w:rsidRDefault="00E97BB2" w:rsidP="00E97BB2">
      <w:pPr>
        <w:spacing w:line="192" w:lineRule="auto"/>
        <w:rPr>
          <w:rFonts w:ascii="Calibri" w:hAnsi="Calibri"/>
        </w:rPr>
      </w:pPr>
    </w:p>
    <w:p w14:paraId="5D7B8F79" w14:textId="5157DED0" w:rsidR="00E97BB2" w:rsidRPr="00E97BB2" w:rsidRDefault="009F43C1" w:rsidP="00E97BB2">
      <w:pPr>
        <w:spacing w:line="192" w:lineRule="auto"/>
        <w:ind w:left="360"/>
        <w:rPr>
          <w:rFonts w:ascii="Calibri" w:hAnsi="Calibri"/>
        </w:rPr>
      </w:pPr>
      <w:r>
        <w:rPr>
          <w:rFonts w:ascii="Calibri" w:hAnsi="Calibri"/>
        </w:rPr>
        <w:t>____</w:t>
      </w:r>
      <w:r>
        <w:rPr>
          <w:rFonts w:ascii="Calibri" w:hAnsi="Calibri"/>
        </w:rPr>
        <w:tab/>
        <w:t>8.</w:t>
      </w:r>
      <w:r>
        <w:rPr>
          <w:rFonts w:ascii="Calibri" w:hAnsi="Calibri"/>
        </w:rPr>
        <w:tab/>
        <w:t>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is smaller</w:t>
      </w:r>
    </w:p>
    <w:p w14:paraId="683BF6A9" w14:textId="7777777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</w:p>
    <w:p w14:paraId="5F72AC33" w14:textId="17BE11BC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9.</w:t>
      </w:r>
      <w:r w:rsidRPr="00E97BB2">
        <w:rPr>
          <w:rFonts w:ascii="Calibri" w:hAnsi="Calibri"/>
        </w:rPr>
        <w:tab/>
        <w:t>Rb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Ca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has a greater electro</w:t>
      </w:r>
      <w:r w:rsidR="009F43C1">
        <w:rPr>
          <w:rFonts w:ascii="Calibri" w:hAnsi="Calibri"/>
        </w:rPr>
        <w:t>negativity</w:t>
      </w:r>
    </w:p>
    <w:p w14:paraId="4D451591" w14:textId="7777777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</w:p>
    <w:p w14:paraId="6E592ADF" w14:textId="71BB18AF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10.</w:t>
      </w:r>
      <w:r w:rsidRPr="00E97BB2">
        <w:rPr>
          <w:rFonts w:ascii="Calibri" w:hAnsi="Calibri"/>
        </w:rPr>
        <w:tab/>
        <w:t>Al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C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</w:r>
      <w:r w:rsidR="009F43C1">
        <w:rPr>
          <w:rFonts w:ascii="Calibri" w:hAnsi="Calibri"/>
        </w:rPr>
        <w:t>has a greater ionization energy</w:t>
      </w:r>
    </w:p>
    <w:p w14:paraId="3284BD63" w14:textId="77777777" w:rsidR="00E97BB2" w:rsidRPr="00E97BB2" w:rsidRDefault="00E97BB2" w:rsidP="009F43C1">
      <w:pPr>
        <w:tabs>
          <w:tab w:val="num" w:pos="630"/>
        </w:tabs>
        <w:spacing w:line="192" w:lineRule="auto"/>
        <w:rPr>
          <w:rFonts w:ascii="Calibri" w:hAnsi="Calibri"/>
        </w:rPr>
      </w:pPr>
    </w:p>
    <w:p w14:paraId="29623C68" w14:textId="31AEE50A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13.</w:t>
      </w:r>
      <w:r w:rsidRPr="00E97BB2">
        <w:rPr>
          <w:rFonts w:ascii="Calibri" w:hAnsi="Calibri"/>
        </w:rPr>
        <w:tab/>
        <w:t>Mg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S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</w:r>
      <w:r w:rsidR="009F43C1">
        <w:rPr>
          <w:rFonts w:ascii="Calibri" w:hAnsi="Calibri"/>
        </w:rPr>
        <w:t>forms an ion with a charge of +2</w:t>
      </w:r>
    </w:p>
    <w:p w14:paraId="4EC9A069" w14:textId="77777777" w:rsidR="00E97BB2" w:rsidRPr="00E97BB2" w:rsidRDefault="00E97BB2" w:rsidP="009F43C1">
      <w:pPr>
        <w:tabs>
          <w:tab w:val="num" w:pos="630"/>
        </w:tabs>
        <w:spacing w:line="192" w:lineRule="auto"/>
        <w:rPr>
          <w:rFonts w:ascii="Calibri" w:hAnsi="Calibri"/>
        </w:rPr>
      </w:pPr>
    </w:p>
    <w:p w14:paraId="281BCA11" w14:textId="6573F5D4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17.</w:t>
      </w:r>
      <w:r w:rsidRPr="00E97BB2">
        <w:rPr>
          <w:rFonts w:ascii="Calibri" w:hAnsi="Calibri"/>
        </w:rPr>
        <w:tab/>
        <w:t>Si</w:t>
      </w:r>
      <w:r w:rsidRPr="00E97BB2">
        <w:rPr>
          <w:rFonts w:ascii="Calibri" w:hAnsi="Calibri"/>
        </w:rPr>
        <w:tab/>
      </w:r>
      <w:r w:rsidR="00124104">
        <w:rPr>
          <w:rFonts w:ascii="Calibri" w:hAnsi="Calibri"/>
        </w:rPr>
        <w:tab/>
        <w:t>Se</w:t>
      </w:r>
      <w:r w:rsidR="00124104">
        <w:rPr>
          <w:rFonts w:ascii="Calibri" w:hAnsi="Calibri"/>
        </w:rPr>
        <w:tab/>
      </w:r>
      <w:r w:rsidR="00124104">
        <w:rPr>
          <w:rFonts w:ascii="Calibri" w:hAnsi="Calibri"/>
        </w:rPr>
        <w:tab/>
        <w:t>has more valence electrons</w:t>
      </w:r>
    </w:p>
    <w:p w14:paraId="4D23B38F" w14:textId="77777777" w:rsidR="00E97BB2" w:rsidRPr="00E97BB2" w:rsidRDefault="00E97BB2" w:rsidP="00E97BB2">
      <w:pPr>
        <w:tabs>
          <w:tab w:val="num" w:pos="630"/>
        </w:tabs>
        <w:spacing w:line="192" w:lineRule="auto"/>
        <w:ind w:left="360"/>
        <w:rPr>
          <w:rFonts w:ascii="Calibri" w:hAnsi="Calibri"/>
        </w:rPr>
      </w:pPr>
    </w:p>
    <w:p w14:paraId="6DAC566E" w14:textId="0C69DB95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18.</w:t>
      </w:r>
      <w:r w:rsidRPr="00E97BB2">
        <w:rPr>
          <w:rFonts w:ascii="Calibri" w:hAnsi="Calibri"/>
        </w:rPr>
        <w:tab/>
        <w:t>Ba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Mg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is larger</w:t>
      </w:r>
      <w:r w:rsidR="009F43C1">
        <w:rPr>
          <w:rFonts w:ascii="Calibri" w:hAnsi="Calibri"/>
        </w:rPr>
        <w:t xml:space="preserve"> because it has</w:t>
      </w:r>
      <w:r w:rsidRPr="00E97BB2">
        <w:rPr>
          <w:rFonts w:ascii="Calibri" w:hAnsi="Calibri"/>
        </w:rPr>
        <w:t xml:space="preserve"> mor</w:t>
      </w:r>
      <w:r w:rsidR="009F43C1">
        <w:rPr>
          <w:rFonts w:ascii="Calibri" w:hAnsi="Calibri"/>
        </w:rPr>
        <w:t>e energy levels</w:t>
      </w:r>
    </w:p>
    <w:p w14:paraId="077C9FDE" w14:textId="77777777" w:rsidR="00E97BB2" w:rsidRPr="00E97BB2" w:rsidRDefault="00E97BB2" w:rsidP="00E97BB2">
      <w:pPr>
        <w:tabs>
          <w:tab w:val="num" w:pos="630"/>
        </w:tabs>
        <w:spacing w:line="192" w:lineRule="auto"/>
        <w:ind w:left="360"/>
        <w:rPr>
          <w:rFonts w:ascii="Calibri" w:hAnsi="Calibri"/>
        </w:rPr>
      </w:pPr>
    </w:p>
    <w:p w14:paraId="530DBC52" w14:textId="541993E8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19.</w:t>
      </w:r>
      <w:r w:rsidRPr="00E97BB2">
        <w:rPr>
          <w:rFonts w:ascii="Calibri" w:hAnsi="Calibri"/>
        </w:rPr>
        <w:tab/>
        <w:t>Ag</w:t>
      </w:r>
      <w:r w:rsidRPr="00E97BB2">
        <w:rPr>
          <w:rFonts w:ascii="Calibri" w:hAnsi="Calibri"/>
        </w:rPr>
        <w:tab/>
      </w:r>
      <w:r w:rsidR="009F43C1">
        <w:rPr>
          <w:rFonts w:ascii="Calibri" w:hAnsi="Calibri"/>
        </w:rPr>
        <w:tab/>
        <w:t>Cu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is in the same period as I</w:t>
      </w:r>
    </w:p>
    <w:p w14:paraId="50FE8A3A" w14:textId="77777777" w:rsidR="00E97BB2" w:rsidRPr="00E97BB2" w:rsidRDefault="00E97BB2" w:rsidP="00E97BB2">
      <w:pPr>
        <w:tabs>
          <w:tab w:val="num" w:pos="630"/>
        </w:tabs>
        <w:spacing w:line="192" w:lineRule="auto"/>
        <w:ind w:left="360"/>
        <w:rPr>
          <w:rFonts w:ascii="Calibri" w:hAnsi="Calibri"/>
        </w:rPr>
      </w:pPr>
    </w:p>
    <w:p w14:paraId="5009B740" w14:textId="744C0EA2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20.</w:t>
      </w:r>
      <w:r w:rsidRPr="00E97BB2">
        <w:rPr>
          <w:rFonts w:ascii="Calibri" w:hAnsi="Calibri"/>
        </w:rPr>
        <w:tab/>
        <w:t>P</w:t>
      </w:r>
      <w:r w:rsidRPr="00E97BB2">
        <w:rPr>
          <w:rFonts w:ascii="Calibri" w:hAnsi="Calibri"/>
        </w:rPr>
        <w:tab/>
      </w:r>
      <w:r w:rsidR="009F43C1">
        <w:rPr>
          <w:rFonts w:ascii="Calibri" w:hAnsi="Calibri"/>
        </w:rPr>
        <w:tab/>
        <w:t>F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is in the same family as Cl</w:t>
      </w:r>
    </w:p>
    <w:p w14:paraId="1FC7E679" w14:textId="77777777" w:rsidR="00E97BB2" w:rsidRPr="00E97BB2" w:rsidRDefault="00E97BB2" w:rsidP="009F43C1">
      <w:pPr>
        <w:spacing w:line="192" w:lineRule="auto"/>
        <w:rPr>
          <w:rFonts w:ascii="Calibri" w:hAnsi="Calibri"/>
        </w:rPr>
      </w:pPr>
    </w:p>
    <w:p w14:paraId="0C38A4E2" w14:textId="24DA5783" w:rsidR="00E97BB2" w:rsidRPr="00E97BB2" w:rsidRDefault="00E97BB2" w:rsidP="00124104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21.</w:t>
      </w:r>
      <w:r w:rsidRPr="00E97BB2">
        <w:rPr>
          <w:rFonts w:ascii="Calibri" w:hAnsi="Calibri"/>
        </w:rPr>
        <w:tab/>
        <w:t>across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down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nuclear charge is ca</w:t>
      </w:r>
      <w:r w:rsidR="009F43C1">
        <w:rPr>
          <w:rFonts w:ascii="Calibri" w:hAnsi="Calibri"/>
        </w:rPr>
        <w:t>ncelled by the shielding effect</w:t>
      </w:r>
    </w:p>
    <w:p w14:paraId="741A2E0B" w14:textId="7777777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</w:p>
    <w:p w14:paraId="2B6541D3" w14:textId="675BFD6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27.</w:t>
      </w:r>
      <w:r w:rsidRPr="00E97BB2">
        <w:rPr>
          <w:rFonts w:ascii="Calibri" w:hAnsi="Calibri"/>
        </w:rPr>
        <w:tab/>
        <w:t>K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I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has a higher ion</w:t>
      </w:r>
      <w:r w:rsidR="009F43C1">
        <w:rPr>
          <w:rFonts w:ascii="Calibri" w:hAnsi="Calibri"/>
        </w:rPr>
        <w:t>ization energy</w:t>
      </w:r>
    </w:p>
    <w:p w14:paraId="669B0FCB" w14:textId="77777777" w:rsidR="00E97BB2" w:rsidRPr="00E97BB2" w:rsidRDefault="00E97BB2" w:rsidP="009F43C1">
      <w:pPr>
        <w:spacing w:line="192" w:lineRule="auto"/>
        <w:rPr>
          <w:rFonts w:ascii="Calibri" w:hAnsi="Calibri"/>
        </w:rPr>
      </w:pPr>
    </w:p>
    <w:p w14:paraId="65B9DE46" w14:textId="4F1536D4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</w:t>
      </w:r>
      <w:r w:rsidRPr="00E97BB2">
        <w:rPr>
          <w:rFonts w:ascii="Calibri" w:hAnsi="Calibri"/>
          <w:color w:val="FF0000"/>
          <w:u w:val="single"/>
        </w:rPr>
        <w:t>_</w:t>
      </w:r>
      <w:r w:rsidR="009F43C1">
        <w:rPr>
          <w:rFonts w:ascii="Calibri" w:hAnsi="Calibri"/>
        </w:rPr>
        <w:t>_</w:t>
      </w:r>
      <w:r w:rsidR="009F43C1">
        <w:rPr>
          <w:rFonts w:ascii="Calibri" w:hAnsi="Calibri"/>
        </w:rPr>
        <w:tab/>
        <w:t>28</w:t>
      </w:r>
      <w:r w:rsidR="009F43C1">
        <w:rPr>
          <w:rFonts w:ascii="Calibri" w:hAnsi="Calibri"/>
        </w:rPr>
        <w:tab/>
      </w:r>
      <w:r w:rsidR="009F43C1" w:rsidRPr="009F43C1">
        <w:rPr>
          <w:rFonts w:ascii="Calibri" w:hAnsi="Calibri"/>
          <w:sz w:val="20"/>
          <w:szCs w:val="20"/>
        </w:rPr>
        <w:t>Atomic radius</w:t>
      </w:r>
      <w:r w:rsidRPr="00E97BB2">
        <w:rPr>
          <w:rFonts w:ascii="Calibri" w:hAnsi="Calibri"/>
        </w:rPr>
        <w:tab/>
      </w:r>
      <w:r w:rsidR="009F43C1" w:rsidRPr="009F43C1">
        <w:rPr>
          <w:rFonts w:ascii="Calibri" w:hAnsi="Calibri"/>
          <w:sz w:val="20"/>
          <w:szCs w:val="20"/>
        </w:rPr>
        <w:t>Electronegativity</w:t>
      </w:r>
      <w:r w:rsidR="009F43C1">
        <w:rPr>
          <w:rFonts w:ascii="Calibri" w:hAnsi="Calibri"/>
        </w:rPr>
        <w:tab/>
      </w:r>
      <w:r w:rsidRPr="00E97BB2">
        <w:rPr>
          <w:rFonts w:ascii="Calibri" w:hAnsi="Calibri"/>
        </w:rPr>
        <w:t>increases d</w:t>
      </w:r>
      <w:r w:rsidR="009F43C1">
        <w:rPr>
          <w:rFonts w:ascii="Calibri" w:hAnsi="Calibri"/>
        </w:rPr>
        <w:t>own a group from top to bottom</w:t>
      </w:r>
    </w:p>
    <w:p w14:paraId="2691031D" w14:textId="7777777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</w:p>
    <w:p w14:paraId="243147A7" w14:textId="7BE537C2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____</w:t>
      </w:r>
      <w:r w:rsidRPr="00E97BB2">
        <w:rPr>
          <w:rFonts w:ascii="Calibri" w:hAnsi="Calibri"/>
        </w:rPr>
        <w:tab/>
        <w:t>29.</w:t>
      </w:r>
      <w:r w:rsidRPr="00E97BB2">
        <w:rPr>
          <w:rFonts w:ascii="Calibri" w:hAnsi="Calibri"/>
        </w:rPr>
        <w:tab/>
        <w:t>F</w:t>
      </w:r>
      <w:r w:rsidRPr="00E97BB2">
        <w:rPr>
          <w:rFonts w:ascii="Calibri" w:hAnsi="Calibri"/>
        </w:rPr>
        <w:tab/>
      </w:r>
      <w:r w:rsidRPr="00E97BB2">
        <w:rPr>
          <w:rFonts w:ascii="Calibri" w:hAnsi="Calibri"/>
        </w:rPr>
        <w:tab/>
        <w:t>Br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has a lower electronegativity</w:t>
      </w:r>
    </w:p>
    <w:p w14:paraId="11969C86" w14:textId="7777777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</w:p>
    <w:p w14:paraId="59FF85C3" w14:textId="2398F807" w:rsidR="00E97BB2" w:rsidRPr="00E97BB2" w:rsidRDefault="00E97BB2" w:rsidP="00E97BB2">
      <w:pPr>
        <w:spacing w:line="192" w:lineRule="auto"/>
        <w:ind w:left="360"/>
        <w:rPr>
          <w:rFonts w:ascii="Calibri" w:hAnsi="Calibri"/>
        </w:rPr>
      </w:pPr>
      <w:r w:rsidRPr="00E97BB2">
        <w:rPr>
          <w:rFonts w:ascii="Calibri" w:hAnsi="Calibri"/>
        </w:rPr>
        <w:t>__</w:t>
      </w:r>
      <w:r w:rsidR="009F43C1">
        <w:rPr>
          <w:rFonts w:ascii="Calibri" w:hAnsi="Calibri"/>
        </w:rPr>
        <w:t>__</w:t>
      </w:r>
      <w:r w:rsidR="009F43C1">
        <w:rPr>
          <w:rFonts w:ascii="Calibri" w:hAnsi="Calibri"/>
        </w:rPr>
        <w:tab/>
        <w:t>30.</w:t>
      </w:r>
      <w:r w:rsidR="009F43C1">
        <w:rPr>
          <w:rFonts w:ascii="Calibri" w:hAnsi="Calibri"/>
        </w:rPr>
        <w:tab/>
        <w:t>Al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Cl</w:t>
      </w:r>
      <w:r w:rsidR="009F43C1">
        <w:rPr>
          <w:rFonts w:ascii="Calibri" w:hAnsi="Calibri"/>
        </w:rPr>
        <w:tab/>
      </w:r>
      <w:r w:rsidR="009F43C1">
        <w:rPr>
          <w:rFonts w:ascii="Calibri" w:hAnsi="Calibri"/>
        </w:rPr>
        <w:tab/>
        <w:t>is smaller</w:t>
      </w:r>
    </w:p>
    <w:p w14:paraId="4DDBF0E4" w14:textId="77777777" w:rsidR="00E97BB2" w:rsidRPr="00E97BB2" w:rsidRDefault="00E97BB2" w:rsidP="00E97BB2">
      <w:pPr>
        <w:widowControl w:val="0"/>
        <w:autoSpaceDE w:val="0"/>
        <w:autoSpaceDN w:val="0"/>
        <w:adjustRightInd w:val="0"/>
        <w:spacing w:line="480" w:lineRule="auto"/>
        <w:ind w:left="360"/>
        <w:rPr>
          <w:rFonts w:ascii="Calibri" w:hAnsi="Calibri" w:cs="Trebuchet MS"/>
        </w:rPr>
      </w:pPr>
    </w:p>
    <w:sectPr w:rsidR="00E97BB2" w:rsidRPr="00E97BB2" w:rsidSect="0059434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EB6"/>
    <w:multiLevelType w:val="multilevel"/>
    <w:tmpl w:val="70781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B6523"/>
    <w:multiLevelType w:val="hybridMultilevel"/>
    <w:tmpl w:val="81F0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30C81"/>
    <w:multiLevelType w:val="hybridMultilevel"/>
    <w:tmpl w:val="9FF89C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2249A9"/>
    <w:multiLevelType w:val="hybridMultilevel"/>
    <w:tmpl w:val="9D2E8E74"/>
    <w:lvl w:ilvl="0" w:tplc="21F28C3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A6C8E"/>
    <w:multiLevelType w:val="multilevel"/>
    <w:tmpl w:val="9FF89C2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3368A7"/>
    <w:multiLevelType w:val="hybridMultilevel"/>
    <w:tmpl w:val="50543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E389C"/>
    <w:multiLevelType w:val="hybridMultilevel"/>
    <w:tmpl w:val="70781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10A35"/>
    <w:multiLevelType w:val="hybridMultilevel"/>
    <w:tmpl w:val="83F611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FE73E2E"/>
    <w:multiLevelType w:val="hybridMultilevel"/>
    <w:tmpl w:val="61742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60DF4"/>
    <w:multiLevelType w:val="hybridMultilevel"/>
    <w:tmpl w:val="FE849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270D8"/>
    <w:multiLevelType w:val="hybridMultilevel"/>
    <w:tmpl w:val="DED8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A4A3C"/>
    <w:multiLevelType w:val="multilevel"/>
    <w:tmpl w:val="70781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11A5"/>
    <w:multiLevelType w:val="hybridMultilevel"/>
    <w:tmpl w:val="11D80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BF58FE"/>
    <w:multiLevelType w:val="hybridMultilevel"/>
    <w:tmpl w:val="7E0C18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B186ABB"/>
    <w:multiLevelType w:val="hybridMultilevel"/>
    <w:tmpl w:val="CE32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367DFE"/>
    <w:multiLevelType w:val="multilevel"/>
    <w:tmpl w:val="CE320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8053C"/>
    <w:multiLevelType w:val="multilevel"/>
    <w:tmpl w:val="70781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10"/>
  </w:num>
  <w:num w:numId="8">
    <w:abstractNumId w:val="15"/>
  </w:num>
  <w:num w:numId="9">
    <w:abstractNumId w:val="0"/>
  </w:num>
  <w:num w:numId="10">
    <w:abstractNumId w:val="17"/>
  </w:num>
  <w:num w:numId="11">
    <w:abstractNumId w:val="2"/>
  </w:num>
  <w:num w:numId="12">
    <w:abstractNumId w:val="16"/>
  </w:num>
  <w:num w:numId="13">
    <w:abstractNumId w:val="9"/>
  </w:num>
  <w:num w:numId="14">
    <w:abstractNumId w:val="12"/>
  </w:num>
  <w:num w:numId="15">
    <w:abstractNumId w:val="8"/>
  </w:num>
  <w:num w:numId="16">
    <w:abstractNumId w:val="4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027"/>
    <w:rsid w:val="000B489C"/>
    <w:rsid w:val="00124104"/>
    <w:rsid w:val="002949F4"/>
    <w:rsid w:val="003E0BEB"/>
    <w:rsid w:val="00440986"/>
    <w:rsid w:val="004B4E83"/>
    <w:rsid w:val="00551C64"/>
    <w:rsid w:val="0059434A"/>
    <w:rsid w:val="007B75CC"/>
    <w:rsid w:val="007D73E5"/>
    <w:rsid w:val="009F43C1"/>
    <w:rsid w:val="00A108F7"/>
    <w:rsid w:val="00B92027"/>
    <w:rsid w:val="00C918AE"/>
    <w:rsid w:val="00E53046"/>
    <w:rsid w:val="00E97BB2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8971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table" w:styleId="TableGrid">
    <w:name w:val="Table Grid"/>
    <w:basedOn w:val="TableNormal"/>
    <w:uiPriority w:val="59"/>
    <w:rsid w:val="00B92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5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5CC"/>
    <w:rPr>
      <w:rFonts w:ascii="Lucida Grande" w:hAnsi="Lucida Grande" w:cs="Lucida Grande"/>
      <w:sz w:val="18"/>
      <w:szCs w:val="18"/>
    </w:rPr>
  </w:style>
  <w:style w:type="table" w:styleId="LightGrid-Accent5">
    <w:name w:val="Light Grid Accent 5"/>
    <w:basedOn w:val="TableNormal"/>
    <w:uiPriority w:val="62"/>
    <w:rsid w:val="00F3199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Strong">
    <w:name w:val="Strong"/>
    <w:basedOn w:val="DefaultParagraphFont"/>
    <w:uiPriority w:val="22"/>
    <w:qFormat/>
    <w:rsid w:val="00A10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0</TotalTime>
  <Pages>3</Pages>
  <Words>460</Words>
  <Characters>2626</Characters>
  <Application>Microsoft Macintosh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dcterms:created xsi:type="dcterms:W3CDTF">2017-11-29T14:23:00Z</dcterms:created>
  <dcterms:modified xsi:type="dcterms:W3CDTF">2017-11-29T14:24:00Z</dcterms:modified>
</cp:coreProperties>
</file>